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009706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14247" w:rsidRPr="00B14247">
        <w:rPr>
          <w:rFonts w:ascii="Verdana" w:hAnsi="Verdana"/>
          <w:b/>
          <w:bCs/>
          <w:i/>
          <w:iCs/>
        </w:rPr>
        <w:t>Odstranění nebezpečného a ostatního odpadu u OŘ HKR 2025 - 2026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B1424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B1424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B1424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48FC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4DF3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4247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048F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2024-10-29T08:08:00Z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